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CF1" w:rsidRDefault="00F11CF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450pt;height:109.8pt;visibility:visible">
            <v:imagedata r:id="rId7" o:title=""/>
          </v:shape>
        </w:pict>
      </w:r>
    </w:p>
    <w:p w:rsidR="00F11CF1" w:rsidRDefault="00F11CF1" w:rsidP="00811BA4">
      <w:pPr>
        <w:spacing w:line="360" w:lineRule="auto"/>
      </w:pPr>
    </w:p>
    <w:p w:rsidR="00F11CF1" w:rsidRDefault="00F11CF1" w:rsidP="00811BA4">
      <w:pPr>
        <w:spacing w:line="360" w:lineRule="auto"/>
        <w:rPr>
          <w:sz w:val="28"/>
          <w:szCs w:val="28"/>
        </w:rPr>
      </w:pPr>
      <w:r>
        <w:t xml:space="preserve">AUTOR VÝUKOVÉHO MATERIÁLU:   </w:t>
      </w:r>
      <w:r>
        <w:rPr>
          <w:sz w:val="28"/>
          <w:szCs w:val="28"/>
        </w:rPr>
        <w:t>Mgr. Hana Výchopňová</w:t>
      </w:r>
    </w:p>
    <w:p w:rsidR="00F11CF1" w:rsidRDefault="00F11CF1" w:rsidP="00811BA4">
      <w:pPr>
        <w:spacing w:line="360" w:lineRule="auto"/>
        <w:rPr>
          <w:sz w:val="28"/>
          <w:szCs w:val="28"/>
        </w:rPr>
      </w:pPr>
    </w:p>
    <w:p w:rsidR="00F11CF1" w:rsidRPr="00B940D5" w:rsidRDefault="00F11CF1" w:rsidP="00811BA4">
      <w:pPr>
        <w:spacing w:line="360" w:lineRule="auto"/>
      </w:pPr>
      <w:r>
        <w:t>DATUM VZNIKU MATERIÁLU:           6.8.2012</w:t>
      </w:r>
    </w:p>
    <w:p w:rsidR="00F11CF1" w:rsidRDefault="00F11CF1" w:rsidP="00811BA4">
      <w:pPr>
        <w:spacing w:line="360" w:lineRule="auto"/>
      </w:pPr>
    </w:p>
    <w:p w:rsidR="00F11CF1" w:rsidRPr="00987F54" w:rsidRDefault="00F11CF1" w:rsidP="00811BA4">
      <w:pPr>
        <w:spacing w:line="360" w:lineRule="auto"/>
        <w:rPr>
          <w:sz w:val="24"/>
          <w:szCs w:val="24"/>
        </w:rPr>
      </w:pPr>
      <w:r>
        <w:t>ROČNÍK:</w:t>
      </w:r>
      <w:bookmarkStart w:id="0" w:name="_GoBack"/>
      <w:bookmarkEnd w:id="0"/>
      <w:r>
        <w:t xml:space="preserve">  </w:t>
      </w:r>
      <w:r>
        <w:rPr>
          <w:sz w:val="28"/>
          <w:szCs w:val="28"/>
        </w:rPr>
        <w:t xml:space="preserve">                                     2.</w:t>
      </w:r>
    </w:p>
    <w:p w:rsidR="00F11CF1" w:rsidRDefault="00F11CF1" w:rsidP="00811BA4">
      <w:pPr>
        <w:spacing w:line="360" w:lineRule="auto"/>
      </w:pPr>
    </w:p>
    <w:p w:rsidR="00F11CF1" w:rsidRDefault="00F11CF1" w:rsidP="00811BA4">
      <w:pPr>
        <w:spacing w:line="360" w:lineRule="auto"/>
        <w:rPr>
          <w:sz w:val="24"/>
          <w:szCs w:val="24"/>
        </w:rPr>
      </w:pPr>
      <w:r>
        <w:t xml:space="preserve">VZDĚLÁVACÍ OBLAST:                          </w:t>
      </w:r>
      <w:r>
        <w:rPr>
          <w:sz w:val="24"/>
          <w:szCs w:val="24"/>
        </w:rPr>
        <w:t>Inovace a zkvalitnění výuky směřující k rozvoji</w:t>
      </w:r>
    </w:p>
    <w:p w:rsidR="00F11CF1" w:rsidRPr="00987F54" w:rsidRDefault="00F11CF1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matematické gramotnosti žáků základních škol         </w:t>
      </w:r>
    </w:p>
    <w:p w:rsidR="00F11CF1" w:rsidRPr="00987F54" w:rsidRDefault="00F11CF1" w:rsidP="00811BA4">
      <w:pPr>
        <w:spacing w:line="360" w:lineRule="auto"/>
        <w:rPr>
          <w:sz w:val="24"/>
          <w:szCs w:val="24"/>
        </w:rPr>
      </w:pPr>
      <w:r>
        <w:t xml:space="preserve">TÉMATICKÁ OBLAST:                           </w:t>
      </w:r>
      <w:r>
        <w:rPr>
          <w:sz w:val="24"/>
          <w:szCs w:val="24"/>
        </w:rPr>
        <w:t>Číslo a početní operace</w:t>
      </w:r>
    </w:p>
    <w:p w:rsidR="00F11CF1" w:rsidRDefault="00F11CF1" w:rsidP="00811BA4">
      <w:pPr>
        <w:spacing w:line="360" w:lineRule="auto"/>
      </w:pPr>
    </w:p>
    <w:p w:rsidR="00F11CF1" w:rsidRDefault="00F11CF1" w:rsidP="00811BA4">
      <w:pPr>
        <w:spacing w:line="360" w:lineRule="auto"/>
        <w:rPr>
          <w:sz w:val="24"/>
          <w:szCs w:val="24"/>
        </w:rPr>
      </w:pPr>
      <w:r>
        <w:t xml:space="preserve">ANOTACE:                                              </w:t>
      </w:r>
      <w:r>
        <w:rPr>
          <w:sz w:val="24"/>
          <w:szCs w:val="24"/>
        </w:rPr>
        <w:t>Výukový materiál je zaměřen na opakování učiva 1.ročníku,</w:t>
      </w:r>
    </w:p>
    <w:p w:rsidR="00F11CF1" w:rsidRDefault="00F11CF1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orientaci v číselné řadě do 20, sčítání a odčítání do 20</w:t>
      </w:r>
    </w:p>
    <w:p w:rsidR="00F11CF1" w:rsidRDefault="00F11CF1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bez přechodu desítky.</w:t>
      </w:r>
    </w:p>
    <w:p w:rsidR="00F11CF1" w:rsidRDefault="00F11CF1" w:rsidP="00811BA4">
      <w:pPr>
        <w:spacing w:line="360" w:lineRule="auto"/>
        <w:rPr>
          <w:sz w:val="24"/>
          <w:szCs w:val="24"/>
        </w:rPr>
      </w:pPr>
    </w:p>
    <w:p w:rsidR="00F11CF1" w:rsidRDefault="00F11CF1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F11CF1" w:rsidRPr="00987F54" w:rsidRDefault="00F11CF1" w:rsidP="00811BA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F11CF1" w:rsidRDefault="00F11CF1" w:rsidP="00811BA4">
      <w:pPr>
        <w:spacing w:line="360" w:lineRule="auto"/>
      </w:pPr>
    </w:p>
    <w:sectPr w:rsidR="00F11CF1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CF1" w:rsidRDefault="00F11CF1" w:rsidP="00811BA4">
      <w:pPr>
        <w:spacing w:after="0" w:line="240" w:lineRule="auto"/>
      </w:pPr>
      <w:r>
        <w:separator/>
      </w:r>
    </w:p>
  </w:endnote>
  <w:endnote w:type="continuationSeparator" w:id="0">
    <w:p w:rsidR="00F11CF1" w:rsidRDefault="00F11CF1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CF1" w:rsidRDefault="00F11CF1" w:rsidP="00811BA4">
      <w:pPr>
        <w:spacing w:after="0" w:line="240" w:lineRule="auto"/>
      </w:pPr>
      <w:r>
        <w:separator/>
      </w:r>
    </w:p>
  </w:footnote>
  <w:footnote w:type="continuationSeparator" w:id="0">
    <w:p w:rsidR="00F11CF1" w:rsidRDefault="00F11CF1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CF1" w:rsidRDefault="00F11CF1" w:rsidP="00811BA4">
    <w:pPr>
      <w:pStyle w:val="Header"/>
      <w:jc w:val="right"/>
    </w:pPr>
    <w:r>
      <w:tab/>
      <w:t>VY_42_INOVACE_v24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D4F2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D20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D4AB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DE3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D448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905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68E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F24C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020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4C35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BA4"/>
    <w:rsid w:val="000E4F85"/>
    <w:rsid w:val="00244D25"/>
    <w:rsid w:val="00336987"/>
    <w:rsid w:val="004D0BE7"/>
    <w:rsid w:val="004D0C20"/>
    <w:rsid w:val="005069FD"/>
    <w:rsid w:val="00514DEE"/>
    <w:rsid w:val="00746CD1"/>
    <w:rsid w:val="00764DBD"/>
    <w:rsid w:val="007C7668"/>
    <w:rsid w:val="00811BA4"/>
    <w:rsid w:val="009828D1"/>
    <w:rsid w:val="00987F54"/>
    <w:rsid w:val="009F7136"/>
    <w:rsid w:val="00AB476B"/>
    <w:rsid w:val="00B27565"/>
    <w:rsid w:val="00B82715"/>
    <w:rsid w:val="00B90200"/>
    <w:rsid w:val="00B940D5"/>
    <w:rsid w:val="00CE74D1"/>
    <w:rsid w:val="00CF69CA"/>
    <w:rsid w:val="00D55C55"/>
    <w:rsid w:val="00DE2DCF"/>
    <w:rsid w:val="00E0556E"/>
    <w:rsid w:val="00E10637"/>
    <w:rsid w:val="00F11CF1"/>
    <w:rsid w:val="00FE0D7C"/>
    <w:rsid w:val="00FE7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1B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B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BA4"/>
    <w:rPr>
      <w:rFonts w:cs="Times New Roman"/>
    </w:rPr>
  </w:style>
  <w:style w:type="character" w:styleId="Hyperlink">
    <w:name w:val="Hyperlink"/>
    <w:basedOn w:val="DefaultParagraphFont"/>
    <w:uiPriority w:val="99"/>
    <w:rsid w:val="005069F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118</Words>
  <Characters>700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XP</dc:creator>
  <cp:keywords/>
  <dc:description/>
  <cp:lastModifiedBy>Hana Vychopňová</cp:lastModifiedBy>
  <cp:revision>2</cp:revision>
  <cp:lastPrinted>2012-11-14T18:40:00Z</cp:lastPrinted>
  <dcterms:created xsi:type="dcterms:W3CDTF">2012-11-19T20:40:00Z</dcterms:created>
  <dcterms:modified xsi:type="dcterms:W3CDTF">2012-11-19T20:40:00Z</dcterms:modified>
</cp:coreProperties>
</file>